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BE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5B11CE19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2B2671">
        <w:rPr>
          <w:rFonts w:ascii="Corbel" w:hAnsi="Corbel"/>
          <w:i/>
          <w:smallCaps/>
          <w:sz w:val="24"/>
          <w:szCs w:val="24"/>
        </w:rPr>
        <w:t>2019-2022</w:t>
      </w:r>
    </w:p>
    <w:p w14:paraId="4B87A039" w14:textId="427300A6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2B2671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2B2671">
        <w:rPr>
          <w:rFonts w:ascii="Corbel" w:hAnsi="Corbel"/>
          <w:sz w:val="20"/>
          <w:szCs w:val="20"/>
        </w:rPr>
        <w:t>2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E/I/EiZSP/C-1.13a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429C63CA" w:rsidR="0085747A" w:rsidRPr="00B64299" w:rsidRDefault="00B64299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429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77777777" w:rsidR="00015B8F" w:rsidRPr="009C54AE" w:rsidRDefault="00C5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62282D7E" w:rsidR="00015B8F" w:rsidRPr="009C54AE" w:rsidRDefault="00B642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7BA40085" w:rsidR="00E960BB" w:rsidRPr="009026B1" w:rsidRDefault="0051641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4BF0A9C6" w:rsidR="009026B1" w:rsidRPr="009C54AE" w:rsidRDefault="00B64299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1C87EE84" w:rsidR="009026B1" w:rsidRPr="009C54AE" w:rsidRDefault="00B64299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00ECF" w14:textId="77777777" w:rsidR="00355802" w:rsidRDefault="00355802" w:rsidP="00C16ABF">
      <w:pPr>
        <w:spacing w:after="0" w:line="240" w:lineRule="auto"/>
      </w:pPr>
      <w:r>
        <w:separator/>
      </w:r>
    </w:p>
  </w:endnote>
  <w:endnote w:type="continuationSeparator" w:id="0">
    <w:p w14:paraId="0F78E67C" w14:textId="77777777" w:rsidR="00355802" w:rsidRDefault="003558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B5176" w14:textId="77777777" w:rsidR="00355802" w:rsidRDefault="00355802" w:rsidP="00C16ABF">
      <w:pPr>
        <w:spacing w:after="0" w:line="240" w:lineRule="auto"/>
      </w:pPr>
      <w:r>
        <w:separator/>
      </w:r>
    </w:p>
  </w:footnote>
  <w:footnote w:type="continuationSeparator" w:id="0">
    <w:p w14:paraId="38FB3081" w14:textId="77777777" w:rsidR="00355802" w:rsidRDefault="00355802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67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5802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410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4299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66DF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15C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184F6810-01AA-44B3-8DE6-3C0263B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878873-76FB-474A-8BA1-CAA97AC1F2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0D6933-6AC4-4151-861C-760D7DB29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874</Words>
  <Characters>5250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2020-11-17T18:59:00Z</dcterms:created>
  <dcterms:modified xsi:type="dcterms:W3CDTF">2021-02-12T16:01:00Z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